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671DC" w14:textId="77777777" w:rsidR="000C6B62" w:rsidRDefault="000C6B62" w:rsidP="000C6B6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07FAB3AE" w14:textId="77777777" w:rsidR="000C6B62" w:rsidRDefault="000C6B62" w:rsidP="000C6B6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7CBDAE0" w14:textId="2CB2F9E0" w:rsidR="000C6B62" w:rsidRDefault="000C6B62" w:rsidP="000C6B6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54455A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54455A">
        <w:rPr>
          <w:rFonts w:ascii="Corbel" w:hAnsi="Corbel"/>
          <w:b/>
          <w:smallCaps/>
          <w:sz w:val="24"/>
          <w:szCs w:val="24"/>
        </w:rPr>
        <w:t>8</w:t>
      </w:r>
    </w:p>
    <w:p w14:paraId="229893DA" w14:textId="77777777" w:rsidR="000C6B62" w:rsidRDefault="000C6B62" w:rsidP="000C6B6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260E3BA" w14:textId="7C1E7AA5" w:rsidR="000C6B62" w:rsidRDefault="000C6B62" w:rsidP="000C6B62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54455A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54455A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0103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03D5">
        <w:rPr>
          <w:rFonts w:ascii="Corbel" w:hAnsi="Corbel"/>
          <w:szCs w:val="24"/>
        </w:rPr>
        <w:t xml:space="preserve">1. </w:t>
      </w:r>
      <w:r w:rsidR="0085747A" w:rsidRPr="000103D5">
        <w:rPr>
          <w:rFonts w:ascii="Corbel" w:hAnsi="Corbel"/>
          <w:szCs w:val="24"/>
        </w:rPr>
        <w:t xml:space="preserve">Podstawowe </w:t>
      </w:r>
      <w:r w:rsidR="00445970" w:rsidRPr="000103D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03D5" w14:paraId="65CEC733" w14:textId="77777777" w:rsidTr="6BCCF0CE">
        <w:tc>
          <w:tcPr>
            <w:tcW w:w="2694" w:type="dxa"/>
            <w:vAlign w:val="center"/>
          </w:tcPr>
          <w:p w14:paraId="59701564" w14:textId="77777777" w:rsidR="0085747A" w:rsidRPr="000103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A89C08" w14:textId="77777777" w:rsidR="0085747A" w:rsidRPr="000103D5" w:rsidRDefault="5A19B3F4" w:rsidP="6BCCF0C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BCCF0CE">
              <w:rPr>
                <w:rFonts w:ascii="Corbel" w:hAnsi="Corbel"/>
                <w:bCs/>
                <w:sz w:val="24"/>
                <w:szCs w:val="24"/>
              </w:rPr>
              <w:t>Historia europejskiego prawa prywatnego</w:t>
            </w:r>
          </w:p>
        </w:tc>
      </w:tr>
      <w:tr w:rsidR="0085747A" w:rsidRPr="000103D5" w14:paraId="34503EB8" w14:textId="77777777" w:rsidTr="6BCCF0CE">
        <w:tc>
          <w:tcPr>
            <w:tcW w:w="2694" w:type="dxa"/>
            <w:vAlign w:val="center"/>
          </w:tcPr>
          <w:p w14:paraId="4CA29152" w14:textId="77777777" w:rsidR="0085747A" w:rsidRPr="000103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0103D5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23A015C5" w14:textId="77777777" w:rsidR="0085747A" w:rsidRPr="000103D5" w:rsidRDefault="00AD62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MK_50</w:t>
            </w:r>
          </w:p>
        </w:tc>
      </w:tr>
      <w:tr w:rsidR="0085747A" w:rsidRPr="000103D5" w14:paraId="5C0172EC" w14:textId="77777777" w:rsidTr="6BCCF0CE">
        <w:tc>
          <w:tcPr>
            <w:tcW w:w="2694" w:type="dxa"/>
            <w:vAlign w:val="center"/>
          </w:tcPr>
          <w:p w14:paraId="249A5C16" w14:textId="77777777" w:rsidR="0085747A" w:rsidRPr="000103D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0103D5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5EE61F48" w:rsidR="0085747A" w:rsidRPr="000103D5" w:rsidRDefault="005445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EE63D1" w:rsidRPr="000103D5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0103D5" w14:paraId="22D48B04" w14:textId="77777777" w:rsidTr="6BCCF0CE">
        <w:tc>
          <w:tcPr>
            <w:tcW w:w="2694" w:type="dxa"/>
            <w:vAlign w:val="center"/>
          </w:tcPr>
          <w:p w14:paraId="0A39E105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CB57FD" w14:textId="61858600" w:rsidR="0085747A" w:rsidRPr="000103D5" w:rsidRDefault="0006456E" w:rsidP="6BCCF0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56E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0103D5" w14:paraId="58415E7B" w14:textId="77777777" w:rsidTr="6BCCF0CE">
        <w:tc>
          <w:tcPr>
            <w:tcW w:w="2694" w:type="dxa"/>
            <w:vAlign w:val="center"/>
          </w:tcPr>
          <w:p w14:paraId="4B835047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0103D5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0103D5" w14:paraId="11529C0C" w14:textId="77777777" w:rsidTr="6BCCF0CE">
        <w:tc>
          <w:tcPr>
            <w:tcW w:w="2694" w:type="dxa"/>
            <w:vAlign w:val="center"/>
          </w:tcPr>
          <w:p w14:paraId="448A1CED" w14:textId="77777777" w:rsidR="0085747A" w:rsidRPr="000103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0103D5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0103D5" w14:paraId="3A488BE5" w14:textId="77777777" w:rsidTr="6BCCF0CE">
        <w:tc>
          <w:tcPr>
            <w:tcW w:w="2694" w:type="dxa"/>
            <w:vAlign w:val="center"/>
          </w:tcPr>
          <w:p w14:paraId="04C0481C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0103D5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103D5" w14:paraId="18E4151E" w14:textId="77777777" w:rsidTr="6BCCF0CE">
        <w:tc>
          <w:tcPr>
            <w:tcW w:w="2694" w:type="dxa"/>
            <w:vAlign w:val="center"/>
          </w:tcPr>
          <w:p w14:paraId="7C3992E0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0103D5" w:rsidRDefault="00626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B4B48" w:rsidRPr="000103D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103D5" w14:paraId="02C7AD66" w14:textId="77777777" w:rsidTr="6BCCF0CE">
        <w:tc>
          <w:tcPr>
            <w:tcW w:w="2694" w:type="dxa"/>
            <w:vAlign w:val="center"/>
          </w:tcPr>
          <w:p w14:paraId="47AAF248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0103D5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0103D5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7AAFFB" w14:textId="5E3338FE" w:rsidR="0085747A" w:rsidRPr="000103D5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D5B4D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010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="0085747A" w:rsidRPr="000103D5" w14:paraId="70ECF630" w14:textId="77777777" w:rsidTr="6BCCF0CE">
        <w:tc>
          <w:tcPr>
            <w:tcW w:w="2694" w:type="dxa"/>
            <w:vAlign w:val="center"/>
          </w:tcPr>
          <w:p w14:paraId="5863A118" w14:textId="77777777" w:rsidR="0085747A" w:rsidRPr="000103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BA1C1C" w14:textId="77777777" w:rsidR="0085747A" w:rsidRPr="000103D5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923D7D" w:rsidRPr="000103D5" w14:paraId="2786482B" w14:textId="77777777" w:rsidTr="6BCCF0CE">
        <w:tc>
          <w:tcPr>
            <w:tcW w:w="2694" w:type="dxa"/>
            <w:vAlign w:val="center"/>
          </w:tcPr>
          <w:p w14:paraId="13A990D4" w14:textId="77777777" w:rsidR="00923D7D" w:rsidRPr="000103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0103D5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612C" w:rsidRPr="000103D5" w14:paraId="677FE748" w14:textId="77777777" w:rsidTr="6BCCF0CE">
        <w:tc>
          <w:tcPr>
            <w:tcW w:w="2694" w:type="dxa"/>
            <w:vAlign w:val="center"/>
          </w:tcPr>
          <w:p w14:paraId="69C2AF6E" w14:textId="77777777" w:rsidR="003B612C" w:rsidRPr="000103D5" w:rsidRDefault="003B612C" w:rsidP="003B61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9FDF0E" w14:textId="77777777" w:rsidR="003B612C" w:rsidRPr="000103D5" w:rsidRDefault="003B612C" w:rsidP="003B612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J. Kosior LL.M.</w:t>
            </w:r>
          </w:p>
        </w:tc>
      </w:tr>
      <w:tr w:rsidR="003B612C" w:rsidRPr="000103D5" w14:paraId="7B7C91D9" w14:textId="77777777" w:rsidTr="6BCCF0CE">
        <w:tc>
          <w:tcPr>
            <w:tcW w:w="2694" w:type="dxa"/>
            <w:vAlign w:val="center"/>
          </w:tcPr>
          <w:p w14:paraId="471FE442" w14:textId="77777777" w:rsidR="003B612C" w:rsidRPr="000103D5" w:rsidRDefault="003B612C" w:rsidP="003B61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A39E" w14:textId="77777777" w:rsidR="003B612C" w:rsidRPr="000103D5" w:rsidRDefault="003B612C" w:rsidP="003B612C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03D5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J. Kosior LL.M.</w:t>
            </w:r>
          </w:p>
        </w:tc>
      </w:tr>
    </w:tbl>
    <w:p w14:paraId="57A64E18" w14:textId="77777777" w:rsidR="0085747A" w:rsidRPr="000103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103D5">
        <w:rPr>
          <w:rFonts w:ascii="Corbel" w:hAnsi="Corbel"/>
          <w:sz w:val="24"/>
          <w:szCs w:val="24"/>
        </w:rPr>
        <w:t xml:space="preserve">* </w:t>
      </w:r>
      <w:r w:rsidRPr="000103D5">
        <w:rPr>
          <w:rFonts w:ascii="Corbel" w:hAnsi="Corbel"/>
          <w:i/>
          <w:sz w:val="24"/>
          <w:szCs w:val="24"/>
        </w:rPr>
        <w:t>-</w:t>
      </w:r>
      <w:r w:rsidR="00B90885" w:rsidRPr="000103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103D5">
        <w:rPr>
          <w:rFonts w:ascii="Corbel" w:hAnsi="Corbel"/>
          <w:b w:val="0"/>
          <w:sz w:val="24"/>
          <w:szCs w:val="24"/>
        </w:rPr>
        <w:t>e,</w:t>
      </w:r>
      <w:r w:rsidRPr="000103D5">
        <w:rPr>
          <w:rFonts w:ascii="Corbel" w:hAnsi="Corbel"/>
          <w:i/>
          <w:sz w:val="24"/>
          <w:szCs w:val="24"/>
        </w:rPr>
        <w:t xml:space="preserve"> </w:t>
      </w:r>
      <w:r w:rsidRPr="000103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103D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0103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0103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03D5">
        <w:rPr>
          <w:rFonts w:ascii="Corbel" w:hAnsi="Corbel"/>
          <w:sz w:val="24"/>
          <w:szCs w:val="24"/>
        </w:rPr>
        <w:t>1.</w:t>
      </w:r>
      <w:r w:rsidR="00E22FBC" w:rsidRPr="000103D5">
        <w:rPr>
          <w:rFonts w:ascii="Corbel" w:hAnsi="Corbel"/>
          <w:sz w:val="24"/>
          <w:szCs w:val="24"/>
        </w:rPr>
        <w:t>1</w:t>
      </w:r>
      <w:r w:rsidRPr="000103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0103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885"/>
        <w:gridCol w:w="725"/>
        <w:gridCol w:w="930"/>
        <w:gridCol w:w="722"/>
        <w:gridCol w:w="821"/>
        <w:gridCol w:w="763"/>
        <w:gridCol w:w="948"/>
        <w:gridCol w:w="1189"/>
        <w:gridCol w:w="1505"/>
      </w:tblGrid>
      <w:tr w:rsidR="00015B8F" w:rsidRPr="000103D5" w14:paraId="4A00F406" w14:textId="77777777" w:rsidTr="31B30BB8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103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103D5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0103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103D5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0103D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0103D5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0103D5" w14:paraId="6056FB05" w14:textId="77777777" w:rsidTr="31B30BB8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85D205E" w:rsidR="00015B8F" w:rsidRPr="000103D5" w:rsidRDefault="5B391789" w:rsidP="31B30BB8">
            <w:pPr>
              <w:pStyle w:val="centralniewrubryce"/>
              <w:spacing w:before="0" w:after="0"/>
            </w:pPr>
            <w:r w:rsidRPr="31B30BB8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0103D5" w:rsidRDefault="00593FC6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D629D" w:rsidRPr="000103D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0103D5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0103D5" w:rsidRDefault="001C52E4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61D779" w14:textId="77777777" w:rsidR="00923D7D" w:rsidRPr="000103D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F32FEB" w:rsidRPr="000103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>1.</w:t>
      </w:r>
      <w:r w:rsidR="00E22FBC" w:rsidRPr="000103D5">
        <w:rPr>
          <w:rFonts w:ascii="Corbel" w:hAnsi="Corbel"/>
          <w:smallCaps w:val="0"/>
          <w:szCs w:val="24"/>
        </w:rPr>
        <w:t>2</w:t>
      </w:r>
      <w:r w:rsidR="00F83B28" w:rsidRPr="000103D5">
        <w:rPr>
          <w:rFonts w:ascii="Corbel" w:hAnsi="Corbel"/>
          <w:smallCaps w:val="0"/>
          <w:szCs w:val="24"/>
        </w:rPr>
        <w:t>.</w:t>
      </w:r>
      <w:r w:rsidR="00F83B28" w:rsidRPr="000103D5">
        <w:rPr>
          <w:rFonts w:ascii="Corbel" w:hAnsi="Corbel"/>
          <w:smallCaps w:val="0"/>
          <w:szCs w:val="24"/>
        </w:rPr>
        <w:tab/>
      </w:r>
      <w:r w:rsidRPr="000103D5">
        <w:rPr>
          <w:rFonts w:ascii="Corbel" w:hAnsi="Corbel"/>
          <w:smallCaps w:val="0"/>
          <w:szCs w:val="24"/>
        </w:rPr>
        <w:t xml:space="preserve">Sposób realizacji zajęć </w:t>
      </w:r>
    </w:p>
    <w:p w14:paraId="29D6B04F" w14:textId="77777777" w:rsidR="0085747A" w:rsidRPr="000103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 </w:t>
      </w:r>
    </w:p>
    <w:p w14:paraId="580E54A1" w14:textId="530CDCC7" w:rsidR="0085747A" w:rsidRPr="000103D5" w:rsidRDefault="007B4B48" w:rsidP="31B30BB8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1B30BB8">
        <w:rPr>
          <w:rFonts w:ascii="Corbel" w:eastAsia="MS Gothic" w:hAnsi="Corbel"/>
          <w:b w:val="0"/>
        </w:rPr>
        <w:t>x</w:t>
      </w:r>
      <w:r w:rsidR="005A3AA0" w:rsidRPr="31B30BB8">
        <w:rPr>
          <w:rFonts w:ascii="Corbel" w:hAnsi="Corbel"/>
          <w:b w:val="0"/>
          <w:smallCaps w:val="0"/>
        </w:rPr>
        <w:t xml:space="preserve"> </w:t>
      </w:r>
      <w:r w:rsidR="78AC3D31" w:rsidRPr="31B30BB8">
        <w:rPr>
          <w:rFonts w:ascii="Corbel" w:hAnsi="Corbel"/>
          <w:b w:val="0"/>
          <w:smallCaps w:val="0"/>
        </w:rPr>
        <w:t xml:space="preserve"> </w:t>
      </w:r>
      <w:r w:rsidR="005A3AA0" w:rsidRPr="31B30BB8">
        <w:rPr>
          <w:rFonts w:ascii="Corbel" w:hAnsi="Corbel"/>
          <w:b w:val="0"/>
          <w:smallCaps w:val="0"/>
        </w:rPr>
        <w:t>zajęcia w formie tradycyjnej, albo w formie zdalnej przy użyciu narzędzi audio-video</w:t>
      </w:r>
    </w:p>
    <w:p w14:paraId="386692D9" w14:textId="77777777" w:rsidR="0085747A" w:rsidRPr="000103D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03D5">
        <w:rPr>
          <w:rFonts w:ascii="Segoe UI Symbol" w:eastAsia="MS Gothic" w:hAnsi="Segoe UI Symbol" w:cs="Segoe UI Symbol"/>
          <w:b w:val="0"/>
          <w:szCs w:val="24"/>
        </w:rPr>
        <w:t>☐</w:t>
      </w:r>
      <w:r w:rsidRPr="000103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F2D8B6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A29DB41" w:rsidR="00E22FBC" w:rsidRPr="000103D5" w:rsidRDefault="00E22FBC" w:rsidP="31B30B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1B30BB8">
        <w:rPr>
          <w:rFonts w:ascii="Corbel" w:hAnsi="Corbel"/>
          <w:smallCaps w:val="0"/>
        </w:rPr>
        <w:t xml:space="preserve">1.3 </w:t>
      </w:r>
      <w:r>
        <w:tab/>
      </w:r>
      <w:r w:rsidRPr="31B30BB8">
        <w:rPr>
          <w:rFonts w:ascii="Corbel" w:hAnsi="Corbel"/>
          <w:smallCaps w:val="0"/>
        </w:rPr>
        <w:t>For</w:t>
      </w:r>
      <w:r w:rsidR="00445970" w:rsidRPr="31B30BB8">
        <w:rPr>
          <w:rFonts w:ascii="Corbel" w:hAnsi="Corbel"/>
          <w:smallCaps w:val="0"/>
        </w:rPr>
        <w:t>ma zaliczenia przedmiotu</w:t>
      </w:r>
      <w:r w:rsidRPr="31B30BB8">
        <w:rPr>
          <w:rFonts w:ascii="Corbel" w:hAnsi="Corbel"/>
          <w:smallCaps w:val="0"/>
        </w:rPr>
        <w:t xml:space="preserve"> (z toku) </w:t>
      </w:r>
      <w:r w:rsidRPr="31B30BB8">
        <w:rPr>
          <w:rFonts w:ascii="Corbel" w:hAnsi="Corbel"/>
          <w:b w:val="0"/>
          <w:smallCaps w:val="0"/>
        </w:rPr>
        <w:t>(egzamin, zaliczenie z oceną, zaliczenie bez oceny)</w:t>
      </w:r>
    </w:p>
    <w:p w14:paraId="0FB78278" w14:textId="77777777" w:rsidR="007B4B48" w:rsidRPr="000103D5" w:rsidRDefault="007B4B48" w:rsidP="007B4B48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F494047" w14:textId="7B5AD3A2" w:rsidR="007B4B48" w:rsidRPr="000103D5" w:rsidRDefault="007B4B48" w:rsidP="001C52E4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  <w:r w:rsidRPr="64A2775D">
        <w:rPr>
          <w:rFonts w:ascii="Corbel" w:eastAsia="Cambria" w:hAnsi="Corbel"/>
          <w:sz w:val="24"/>
          <w:szCs w:val="24"/>
        </w:rPr>
        <w:t>zaliczenie z oceną</w:t>
      </w:r>
    </w:p>
    <w:p w14:paraId="0562CB0E" w14:textId="77777777" w:rsidR="00E960BB" w:rsidRPr="000103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15673" w14:textId="4053F79F" w:rsidR="31B30BB8" w:rsidRDefault="31B30BB8" w:rsidP="31B30BB8">
      <w:pPr>
        <w:pStyle w:val="Punktygwne"/>
        <w:spacing w:before="0" w:after="0"/>
        <w:rPr>
          <w:rFonts w:ascii="Corbel" w:hAnsi="Corbel"/>
        </w:rPr>
      </w:pPr>
    </w:p>
    <w:p w14:paraId="364ECFD4" w14:textId="456CD5AE" w:rsidR="31B30BB8" w:rsidRDefault="31B30BB8" w:rsidP="31B30BB8">
      <w:pPr>
        <w:pStyle w:val="Punktygwne"/>
        <w:spacing w:before="0" w:after="0"/>
        <w:rPr>
          <w:rFonts w:ascii="Corbel" w:hAnsi="Corbel"/>
        </w:rPr>
      </w:pPr>
    </w:p>
    <w:p w14:paraId="261BAAD1" w14:textId="77777777" w:rsidR="00E960BB" w:rsidRPr="000103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03D5">
        <w:rPr>
          <w:rFonts w:ascii="Corbel" w:hAnsi="Corbel"/>
          <w:szCs w:val="24"/>
        </w:rPr>
        <w:t xml:space="preserve">2.Wymagania wstępne </w:t>
      </w:r>
    </w:p>
    <w:p w14:paraId="34CE0A41" w14:textId="77777777" w:rsidR="001C52E4" w:rsidRPr="000103D5" w:rsidRDefault="001C52E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03D5" w14:paraId="5C5F30A7" w14:textId="77777777" w:rsidTr="31B30BB8">
        <w:tc>
          <w:tcPr>
            <w:tcW w:w="9670" w:type="dxa"/>
          </w:tcPr>
          <w:p w14:paraId="6D98A12B" w14:textId="48CCB7B4" w:rsidR="0085747A" w:rsidRPr="000103D5" w:rsidRDefault="00A30BF7" w:rsidP="31B30BB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</w:rPr>
            </w:pPr>
            <w:r w:rsidRPr="31B30BB8">
              <w:rPr>
                <w:rFonts w:ascii="Corbel" w:hAnsi="Corbel"/>
                <w:b w:val="0"/>
                <w:smallCaps w:val="0"/>
              </w:rPr>
              <w:t xml:space="preserve">Podstawowa wiedza z zakresu </w:t>
            </w:r>
            <w:r w:rsidR="54054BBD" w:rsidRPr="31B30BB8">
              <w:rPr>
                <w:rFonts w:ascii="Corbel" w:hAnsi="Corbel"/>
                <w:b w:val="0"/>
                <w:smallCaps w:val="0"/>
              </w:rPr>
              <w:t>prawa prywatnego i historii ustrojów państw europejskich.</w:t>
            </w:r>
          </w:p>
        </w:tc>
      </w:tr>
    </w:tbl>
    <w:p w14:paraId="2946DB82" w14:textId="77777777" w:rsidR="00153C41" w:rsidRPr="000103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2AFE6454" w:rsidR="0085747A" w:rsidRPr="000103D5" w:rsidRDefault="0071620A" w:rsidP="31B30BB8">
      <w:pPr>
        <w:pStyle w:val="Punktygwne"/>
        <w:spacing w:before="0" w:after="0"/>
        <w:rPr>
          <w:rFonts w:ascii="Corbel" w:hAnsi="Corbel"/>
        </w:rPr>
      </w:pPr>
      <w:r w:rsidRPr="31B30BB8">
        <w:rPr>
          <w:rFonts w:ascii="Corbel" w:hAnsi="Corbel"/>
        </w:rPr>
        <w:t>3.</w:t>
      </w:r>
      <w:r w:rsidR="0085747A" w:rsidRPr="31B30BB8">
        <w:rPr>
          <w:rFonts w:ascii="Corbel" w:hAnsi="Corbel"/>
        </w:rPr>
        <w:t xml:space="preserve"> </w:t>
      </w:r>
      <w:r w:rsidR="00A84C85" w:rsidRPr="31B30BB8">
        <w:rPr>
          <w:rFonts w:ascii="Corbel" w:hAnsi="Corbel"/>
        </w:rPr>
        <w:t>cele, efekty uczenia się</w:t>
      </w:r>
      <w:r w:rsidR="0085747A" w:rsidRPr="31B30BB8">
        <w:rPr>
          <w:rFonts w:ascii="Corbel" w:hAnsi="Corbel"/>
        </w:rPr>
        <w:t>, treści Programowe i stosowane metody Dydaktyczne</w:t>
      </w:r>
    </w:p>
    <w:p w14:paraId="5997CC1D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103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03D5">
        <w:rPr>
          <w:rFonts w:ascii="Corbel" w:hAnsi="Corbel"/>
          <w:sz w:val="24"/>
          <w:szCs w:val="24"/>
        </w:rPr>
        <w:t xml:space="preserve">3.1 </w:t>
      </w:r>
      <w:r w:rsidR="00C05F44" w:rsidRPr="000103D5">
        <w:rPr>
          <w:rFonts w:ascii="Corbel" w:hAnsi="Corbel"/>
          <w:sz w:val="24"/>
          <w:szCs w:val="24"/>
        </w:rPr>
        <w:t>Cele przedmiotu</w:t>
      </w:r>
    </w:p>
    <w:p w14:paraId="110FFD37" w14:textId="77777777" w:rsidR="00F83B28" w:rsidRPr="000103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103D5" w14:paraId="12409C64" w14:textId="77777777" w:rsidTr="6BCCF0CE">
        <w:tc>
          <w:tcPr>
            <w:tcW w:w="851" w:type="dxa"/>
            <w:vAlign w:val="center"/>
          </w:tcPr>
          <w:p w14:paraId="6780E770" w14:textId="77777777" w:rsidR="0085747A" w:rsidRPr="000103D5" w:rsidRDefault="0085747A" w:rsidP="00F32FE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3D7C0122" w14:textId="77777777" w:rsidR="0085747A" w:rsidRPr="000103D5" w:rsidRDefault="396C268D" w:rsidP="6BCCF0CE">
            <w:pPr>
              <w:shd w:val="clear" w:color="auto" w:fill="FFFFFF" w:themeFill="background1"/>
              <w:jc w:val="both"/>
              <w:rPr>
                <w:rFonts w:ascii="Corbel" w:hAnsi="Corbel"/>
                <w:sz w:val="24"/>
                <w:szCs w:val="24"/>
              </w:rPr>
            </w:pPr>
            <w:r w:rsidRPr="6BCCF0CE">
              <w:rPr>
                <w:rFonts w:ascii="Corbel" w:hAnsi="Corbel"/>
                <w:sz w:val="24"/>
                <w:szCs w:val="24"/>
              </w:rPr>
              <w:t>Student powinien poznać systematykę, pojęc</w:t>
            </w:r>
            <w:r w:rsidR="00A30BF7" w:rsidRPr="6BCCF0CE">
              <w:rPr>
                <w:rFonts w:ascii="Corbel" w:hAnsi="Corbel"/>
                <w:sz w:val="24"/>
                <w:szCs w:val="24"/>
              </w:rPr>
              <w:t>ia i terminy prawne utrwalone w </w:t>
            </w:r>
            <w:r w:rsidR="5A19B3F4" w:rsidRPr="6BCCF0CE">
              <w:rPr>
                <w:rFonts w:ascii="Corbel" w:hAnsi="Corbel"/>
                <w:sz w:val="24"/>
                <w:szCs w:val="24"/>
              </w:rPr>
              <w:t>prawie europejskim.</w:t>
            </w:r>
          </w:p>
        </w:tc>
      </w:tr>
      <w:tr w:rsidR="0085747A" w:rsidRPr="000103D5" w14:paraId="3EA3EBD7" w14:textId="77777777" w:rsidTr="6BCCF0CE">
        <w:tc>
          <w:tcPr>
            <w:tcW w:w="851" w:type="dxa"/>
            <w:vAlign w:val="center"/>
          </w:tcPr>
          <w:p w14:paraId="550CF7E8" w14:textId="77777777" w:rsidR="0085747A" w:rsidRPr="000103D5" w:rsidRDefault="00A30BF7" w:rsidP="00F32FE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22A3B4" w14:textId="77777777" w:rsidR="0085747A" w:rsidRPr="000103D5" w:rsidRDefault="00A30BF7" w:rsidP="6BCCF0C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6BCCF0CE">
              <w:rPr>
                <w:rFonts w:ascii="Corbel" w:hAnsi="Corbel"/>
                <w:sz w:val="24"/>
                <w:szCs w:val="24"/>
              </w:rPr>
              <w:t xml:space="preserve">Student powinien zapoznać się </w:t>
            </w:r>
            <w:r w:rsidR="5A19B3F4" w:rsidRPr="6BCCF0CE">
              <w:rPr>
                <w:rFonts w:ascii="Corbel" w:hAnsi="Corbel"/>
                <w:sz w:val="24"/>
                <w:szCs w:val="24"/>
              </w:rPr>
              <w:t>ze źródłami prawa europejskiego na przestrzeni wieków.</w:t>
            </w:r>
          </w:p>
        </w:tc>
      </w:tr>
      <w:tr w:rsidR="0085747A" w:rsidRPr="000103D5" w14:paraId="11173AD8" w14:textId="77777777" w:rsidTr="6BCCF0CE">
        <w:tc>
          <w:tcPr>
            <w:tcW w:w="851" w:type="dxa"/>
            <w:vAlign w:val="center"/>
          </w:tcPr>
          <w:p w14:paraId="53C0B3C4" w14:textId="77777777" w:rsidR="0085747A" w:rsidRPr="000103D5" w:rsidRDefault="0085747A" w:rsidP="00F32FE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103D5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="00A30BF7" w:rsidRPr="000103D5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14:paraId="0765B100" w14:textId="77777777" w:rsidR="0085747A" w:rsidRPr="000103D5" w:rsidRDefault="00A30BF7" w:rsidP="6BCCF0C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6BCCF0CE">
              <w:rPr>
                <w:rFonts w:ascii="Corbel" w:hAnsi="Corbel"/>
                <w:sz w:val="24"/>
                <w:szCs w:val="24"/>
              </w:rPr>
              <w:t xml:space="preserve">Student powinien uzyskać wiedzę dotyczącą </w:t>
            </w:r>
            <w:r w:rsidR="779D2B02" w:rsidRPr="6BCCF0CE"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="5A19B3F4" w:rsidRPr="6BCCF0CE">
              <w:rPr>
                <w:rFonts w:ascii="Corbel" w:hAnsi="Corbel"/>
                <w:sz w:val="24"/>
                <w:szCs w:val="24"/>
              </w:rPr>
              <w:t>prawa europejskiego.</w:t>
            </w:r>
          </w:p>
        </w:tc>
      </w:tr>
    </w:tbl>
    <w:p w14:paraId="6B699379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2D80A55A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03D5">
        <w:rPr>
          <w:rFonts w:ascii="Corbel" w:hAnsi="Corbel"/>
          <w:b/>
          <w:sz w:val="24"/>
          <w:szCs w:val="24"/>
        </w:rPr>
        <w:t xml:space="preserve">3.2 </w:t>
      </w:r>
      <w:r w:rsidR="001D7B54" w:rsidRPr="000103D5">
        <w:rPr>
          <w:rFonts w:ascii="Corbel" w:hAnsi="Corbel"/>
          <w:b/>
          <w:sz w:val="24"/>
          <w:szCs w:val="24"/>
        </w:rPr>
        <w:t xml:space="preserve">Efekty </w:t>
      </w:r>
      <w:r w:rsidR="00C05F44" w:rsidRPr="000103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03D5">
        <w:rPr>
          <w:rFonts w:ascii="Corbel" w:hAnsi="Corbel"/>
          <w:b/>
          <w:sz w:val="24"/>
          <w:szCs w:val="24"/>
        </w:rPr>
        <w:t>dla przedmiotu</w:t>
      </w:r>
      <w:r w:rsidR="00445970" w:rsidRPr="000103D5">
        <w:rPr>
          <w:rFonts w:ascii="Corbel" w:hAnsi="Corbel"/>
          <w:sz w:val="24"/>
          <w:szCs w:val="24"/>
        </w:rPr>
        <w:t xml:space="preserve"> </w:t>
      </w:r>
    </w:p>
    <w:p w14:paraId="3B5443A4" w14:textId="2AB3AB2B" w:rsidR="0075495E" w:rsidRDefault="0075495E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75495E" w:rsidRPr="0075495E" w14:paraId="5D29AC19" w14:textId="77777777" w:rsidTr="00E47AC4">
        <w:tc>
          <w:tcPr>
            <w:tcW w:w="1678" w:type="dxa"/>
            <w:vAlign w:val="center"/>
          </w:tcPr>
          <w:p w14:paraId="624333B3" w14:textId="77777777" w:rsidR="0075495E" w:rsidRPr="0075495E" w:rsidRDefault="0075495E" w:rsidP="007549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495E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75495E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47234C98" w14:textId="77777777" w:rsidR="0075495E" w:rsidRPr="0075495E" w:rsidRDefault="0075495E" w:rsidP="007549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495E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03E32A5" w14:textId="77777777" w:rsidR="0075495E" w:rsidRPr="0075495E" w:rsidRDefault="0075495E" w:rsidP="007549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495E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75495E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5495E" w:rsidRPr="0075495E" w14:paraId="4C09D93E" w14:textId="77777777" w:rsidTr="00E47AC4">
        <w:tc>
          <w:tcPr>
            <w:tcW w:w="1678" w:type="dxa"/>
            <w:vAlign w:val="center"/>
          </w:tcPr>
          <w:p w14:paraId="22BC11DA" w14:textId="77777777" w:rsidR="0075495E" w:rsidRPr="0075495E" w:rsidRDefault="0075495E" w:rsidP="0075495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77" w:type="dxa"/>
            <w:vAlign w:val="center"/>
          </w:tcPr>
          <w:p w14:paraId="240598B6" w14:textId="77777777" w:rsidR="0075495E" w:rsidRPr="0075495E" w:rsidRDefault="0075495E" w:rsidP="00754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5495E">
              <w:rPr>
                <w:rFonts w:ascii="Corbel" w:hAnsi="Corbel"/>
                <w:sz w:val="24"/>
                <w:szCs w:val="24"/>
              </w:rPr>
              <w:t>Student zna i rozumie w zaawansowanym stopniu europejskie prawo prywatne z perspektywy historycznej oraz normy prawa prywatnego regulujące relacje społeczne w wymiarze krajowym i międzynarodowym oraz ich praktyczne zastosowanie</w:t>
            </w:r>
          </w:p>
        </w:tc>
        <w:tc>
          <w:tcPr>
            <w:tcW w:w="1865" w:type="dxa"/>
            <w:vAlign w:val="center"/>
          </w:tcPr>
          <w:p w14:paraId="05C040A8" w14:textId="77777777" w:rsidR="0075495E" w:rsidRPr="0075495E" w:rsidRDefault="0075495E" w:rsidP="007549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495E">
              <w:rPr>
                <w:rFonts w:ascii="Corbel" w:hAnsi="Corbel"/>
                <w:sz w:val="24"/>
                <w:szCs w:val="24"/>
              </w:rPr>
              <w:t>K_W02, K_W03</w:t>
            </w:r>
          </w:p>
          <w:p w14:paraId="3B7D2BE6" w14:textId="77777777" w:rsidR="0075495E" w:rsidRPr="0075495E" w:rsidRDefault="0075495E" w:rsidP="007549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5495E" w:rsidRPr="0075495E" w14:paraId="6B263F22" w14:textId="77777777" w:rsidTr="00E47A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EC54" w14:textId="77777777" w:rsidR="0075495E" w:rsidRPr="0075495E" w:rsidRDefault="0075495E" w:rsidP="0075495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0CF6" w14:textId="77777777" w:rsidR="0075495E" w:rsidRPr="0075495E" w:rsidRDefault="0075495E" w:rsidP="00754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5495E">
              <w:rPr>
                <w:rFonts w:ascii="Corbel" w:hAnsi="Corbel"/>
                <w:sz w:val="24"/>
                <w:szCs w:val="24"/>
              </w:rPr>
              <w:t>Student potrafi krytycznie odnieść się do zgłaszanych na forum krajowym lub międzynarodowym propozycji rozwiązań w zakresie prawa prywatnego, a także wykorzystać wiedzę w konkretnych sytuacjach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006EA" w14:textId="77777777" w:rsidR="0075495E" w:rsidRPr="0075495E" w:rsidRDefault="0075495E" w:rsidP="007549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495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75495E" w:rsidRPr="0075495E" w14:paraId="7DFAD6DB" w14:textId="77777777" w:rsidTr="00E47A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EC92" w14:textId="77777777" w:rsidR="0075495E" w:rsidRPr="0075495E" w:rsidRDefault="0075495E" w:rsidP="0075495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6232" w14:textId="77777777" w:rsidR="0075495E" w:rsidRPr="0075495E" w:rsidRDefault="0075495E" w:rsidP="00754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5495E">
              <w:rPr>
                <w:rFonts w:ascii="Corbel" w:hAnsi="Corbel"/>
                <w:sz w:val="24"/>
                <w:szCs w:val="24"/>
              </w:rPr>
              <w:t>Student potrafi rozpoznać i stosować prawne i pozaprawne, w tym zawodowe i moralne, normy i reguły obowiązujące w organizacjach i instytucjach działających w szeroko pojętych stosunkach międzynarodowych.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0B1B" w14:textId="77777777" w:rsidR="0075495E" w:rsidRPr="0075495E" w:rsidRDefault="0075495E" w:rsidP="007549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495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75495E" w:rsidRPr="0075495E" w14:paraId="7CD9CC1B" w14:textId="77777777" w:rsidTr="00E47AC4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9DC6" w14:textId="77777777" w:rsidR="0075495E" w:rsidRPr="0075495E" w:rsidRDefault="0075495E" w:rsidP="0075495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857B" w14:textId="77777777" w:rsidR="0075495E" w:rsidRPr="0075495E" w:rsidRDefault="0075495E" w:rsidP="007549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5495E">
              <w:rPr>
                <w:rFonts w:ascii="Corbel" w:hAnsi="Corbel"/>
                <w:sz w:val="24"/>
                <w:szCs w:val="24"/>
              </w:rPr>
              <w:t>Student jest gotów do ciągłego pogłębiania zdobytej wiedzy w zakresie prawa prywatnego, a także wyrażać krytyczną opinię w tym zakresie.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7D47" w14:textId="77777777" w:rsidR="0075495E" w:rsidRPr="0075495E" w:rsidRDefault="0075495E" w:rsidP="007549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5495E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3FE9F23F" w14:textId="77777777" w:rsidR="001D7B54" w:rsidRPr="000103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59CA09" w14:textId="3AA0E243" w:rsidR="31B30BB8" w:rsidRDefault="31B30BB8" w:rsidP="31B30BB8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44E1D115" w14:textId="77777777" w:rsidR="0085747A" w:rsidRPr="000103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103D5">
        <w:rPr>
          <w:rFonts w:ascii="Corbel" w:hAnsi="Corbel"/>
          <w:b/>
          <w:sz w:val="24"/>
          <w:szCs w:val="24"/>
        </w:rPr>
        <w:t>3.3</w:t>
      </w:r>
      <w:r w:rsidR="001D7B54" w:rsidRPr="000103D5">
        <w:rPr>
          <w:rFonts w:ascii="Corbel" w:hAnsi="Corbel"/>
          <w:b/>
          <w:sz w:val="24"/>
          <w:szCs w:val="24"/>
        </w:rPr>
        <w:t xml:space="preserve"> </w:t>
      </w:r>
      <w:r w:rsidR="0085747A" w:rsidRPr="000103D5">
        <w:rPr>
          <w:rFonts w:ascii="Corbel" w:hAnsi="Corbel"/>
          <w:b/>
          <w:sz w:val="24"/>
          <w:szCs w:val="24"/>
        </w:rPr>
        <w:t>T</w:t>
      </w:r>
      <w:r w:rsidR="001D7B54" w:rsidRPr="000103D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03D5">
        <w:rPr>
          <w:rFonts w:ascii="Corbel" w:hAnsi="Corbel"/>
          <w:sz w:val="24"/>
          <w:szCs w:val="24"/>
        </w:rPr>
        <w:t xml:space="preserve">  </w:t>
      </w:r>
    </w:p>
    <w:p w14:paraId="23DE523C" w14:textId="77777777" w:rsidR="00A30BF7" w:rsidRPr="000103D5" w:rsidRDefault="00A30BF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103D5" w:rsidRDefault="0085747A" w:rsidP="31B30B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31B30BB8">
        <w:rPr>
          <w:rFonts w:ascii="Corbel" w:hAnsi="Corbel"/>
          <w:b/>
          <w:bCs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03D5" w14:paraId="587EA2A8" w14:textId="77777777" w:rsidTr="31B30BB8">
        <w:tc>
          <w:tcPr>
            <w:tcW w:w="9639" w:type="dxa"/>
            <w:tcBorders>
              <w:bottom w:val="single" w:sz="4" w:space="0" w:color="auto"/>
            </w:tcBorders>
          </w:tcPr>
          <w:p w14:paraId="35113026" w14:textId="77777777" w:rsidR="0085747A" w:rsidRPr="000103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103D5" w14:paraId="07547A01" w14:textId="77777777" w:rsidTr="31B30BB8">
        <w:trPr>
          <w:trHeight w:val="320"/>
        </w:trPr>
        <w:tc>
          <w:tcPr>
            <w:tcW w:w="9639" w:type="dxa"/>
            <w:tcBorders>
              <w:tl2br w:val="single" w:sz="4" w:space="0" w:color="auto"/>
            </w:tcBorders>
          </w:tcPr>
          <w:p w14:paraId="6DFB9E20" w14:textId="1131849B" w:rsidR="00783A63" w:rsidRPr="000103D5" w:rsidRDefault="4D037048" w:rsidP="6BCCF0C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BCCF0CE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0DF9E56" w14:textId="77777777" w:rsidR="0085747A" w:rsidRPr="000103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103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103D5">
        <w:rPr>
          <w:rFonts w:ascii="Corbel" w:hAnsi="Corbel"/>
          <w:b/>
          <w:sz w:val="24"/>
          <w:szCs w:val="24"/>
        </w:rPr>
        <w:t>Problematyka ćwiczeń audytoryjnych, konwersatoryjnych, laboratoryjnych</w:t>
      </w:r>
      <w:r w:rsidR="009F4610" w:rsidRPr="000103D5">
        <w:rPr>
          <w:rFonts w:ascii="Corbel" w:hAnsi="Corbel"/>
          <w:b/>
          <w:sz w:val="24"/>
          <w:szCs w:val="24"/>
        </w:rPr>
        <w:t xml:space="preserve">, </w:t>
      </w:r>
      <w:r w:rsidRPr="000103D5">
        <w:rPr>
          <w:rFonts w:ascii="Corbel" w:hAnsi="Corbel"/>
          <w:b/>
          <w:sz w:val="24"/>
          <w:szCs w:val="24"/>
        </w:rPr>
        <w:t xml:space="preserve">zajęć praktycznych </w:t>
      </w:r>
    </w:p>
    <w:p w14:paraId="44E871BC" w14:textId="77777777" w:rsidR="0085747A" w:rsidRPr="000103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03D5" w14:paraId="55225495" w14:textId="77777777" w:rsidTr="6BCCF0CE">
        <w:tc>
          <w:tcPr>
            <w:tcW w:w="9639" w:type="dxa"/>
          </w:tcPr>
          <w:p w14:paraId="5D69D229" w14:textId="77777777" w:rsidR="0085747A" w:rsidRPr="000103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0103D5" w14:paraId="46162F23" w14:textId="77777777" w:rsidTr="6BCCF0CE">
        <w:tc>
          <w:tcPr>
            <w:tcW w:w="9639" w:type="dxa"/>
          </w:tcPr>
          <w:p w14:paraId="144A5D23" w14:textId="77777777" w:rsidR="00F32FEB" w:rsidRPr="000103D5" w:rsidRDefault="00F32FEB" w:rsidP="00F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</w:p>
          <w:p w14:paraId="2027EF96" w14:textId="77777777" w:rsidR="00187745" w:rsidRPr="000103D5" w:rsidRDefault="00187745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</w:pPr>
            <w:r w:rsidRPr="000103D5"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  <w:t xml:space="preserve">Podziały prawa – </w:t>
            </w:r>
            <w:r w:rsidRPr="000103D5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US"/>
              </w:rPr>
              <w:t xml:space="preserve">ius privatum </w:t>
            </w:r>
            <w:r w:rsidRPr="000103D5">
              <w:rPr>
                <w:rFonts w:ascii="Corbel" w:hAnsi="Corbel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9DAF1B8" w14:textId="77777777" w:rsidR="00783A63" w:rsidRPr="000103D5" w:rsidRDefault="003009DE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>Prawo starożytne</w:t>
            </w:r>
            <w:r w:rsidR="00187745"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(Egipt, Izrael, Grecja, Mezopotamia)</w:t>
            </w:r>
            <w:r w:rsidR="00783A63"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</w:p>
          <w:p w14:paraId="12C30379" w14:textId="77777777" w:rsidR="00783A63" w:rsidRPr="000103D5" w:rsidRDefault="003009DE" w:rsidP="00783A6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>Prawo rzymskie</w:t>
            </w:r>
            <w:r w:rsidR="00783A63"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</w:p>
          <w:p w14:paraId="0A6F932B" w14:textId="77777777" w:rsidR="00783A63" w:rsidRPr="000103D5" w:rsidRDefault="003009DE" w:rsidP="00783A6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średniowiecznej Europy </w:t>
            </w:r>
          </w:p>
          <w:p w14:paraId="02615FB2" w14:textId="77777777" w:rsidR="00783A63" w:rsidRPr="000103D5" w:rsidRDefault="003009DE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Kształtowanie się narodowych systemów prawnych w Europie </w:t>
            </w:r>
          </w:p>
          <w:p w14:paraId="1917E841" w14:textId="77777777" w:rsidR="00783A63" w:rsidRPr="000103D5" w:rsidRDefault="00187745" w:rsidP="001A23C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europejskie </w:t>
            </w:r>
          </w:p>
          <w:p w14:paraId="7A30C566" w14:textId="11C4159B" w:rsidR="0085747A" w:rsidRPr="000103D5" w:rsidRDefault="7E77A222" w:rsidP="6BCCF0CE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BCCF0CE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Wybrane zagadnienia prawa prywatnego na przestrzeni dziejów (prawo procesowe, prawo osobowe, prawo rodzinne, prawo spadkowe, prawo rzeczowe, prawo zobowiązań) </w:t>
            </w:r>
          </w:p>
        </w:tc>
      </w:tr>
    </w:tbl>
    <w:p w14:paraId="287586FD" w14:textId="61FABD28" w:rsidR="6BCCF0CE" w:rsidRDefault="6BCCF0CE" w:rsidP="6BCCF0CE">
      <w:pPr>
        <w:pStyle w:val="Punktygwne"/>
        <w:spacing w:before="0" w:after="0"/>
        <w:rPr>
          <w:rFonts w:ascii="Corbel" w:hAnsi="Corbel"/>
          <w:smallCaps w:val="0"/>
        </w:rPr>
      </w:pPr>
    </w:p>
    <w:p w14:paraId="61F0D56C" w14:textId="09E2C1CC" w:rsidR="0085747A" w:rsidRPr="000103D5" w:rsidRDefault="009F4610" w:rsidP="6BCCF0C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1B30BB8">
        <w:rPr>
          <w:rFonts w:ascii="Corbel" w:hAnsi="Corbel"/>
          <w:smallCaps w:val="0"/>
        </w:rPr>
        <w:t>3.4 Metody dydaktyczne</w:t>
      </w:r>
      <w:r w:rsidRPr="31B30BB8">
        <w:rPr>
          <w:rFonts w:ascii="Corbel" w:hAnsi="Corbel"/>
          <w:b w:val="0"/>
          <w:smallCaps w:val="0"/>
        </w:rPr>
        <w:t xml:space="preserve"> </w:t>
      </w:r>
    </w:p>
    <w:p w14:paraId="3B7B4B86" w14:textId="77777777" w:rsidR="00A30BF7" w:rsidRPr="000103D5" w:rsidRDefault="00A30BF7" w:rsidP="001A23C8">
      <w:pPr>
        <w:spacing w:after="0" w:line="240" w:lineRule="auto"/>
        <w:jc w:val="both"/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</w:pPr>
    </w:p>
    <w:p w14:paraId="3A0FF5F2" w14:textId="77777777" w:rsidR="00783A63" w:rsidRPr="000103D5" w:rsidRDefault="00783A63" w:rsidP="001A23C8">
      <w:pPr>
        <w:spacing w:after="0" w:line="240" w:lineRule="auto"/>
        <w:jc w:val="both"/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</w:pPr>
    </w:p>
    <w:p w14:paraId="782381DC" w14:textId="77777777" w:rsidR="00783A63" w:rsidRPr="000103D5" w:rsidRDefault="00783A63" w:rsidP="001A23C8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</w:pPr>
      <w:r w:rsidRPr="31B30BB8">
        <w:rPr>
          <w:rFonts w:ascii="Corbel" w:eastAsia="Cambria" w:hAnsi="Corbel"/>
          <w:color w:val="000000"/>
          <w:spacing w:val="-14"/>
          <w:sz w:val="24"/>
          <w:szCs w:val="24"/>
        </w:rPr>
        <w:t>- prezentacja multimedialna, konwersatoria, praca w grupach, interpretacja tekstów prawniczych</w:t>
      </w:r>
    </w:p>
    <w:p w14:paraId="61829076" w14:textId="77777777" w:rsidR="00E960BB" w:rsidRPr="000103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0103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4. </w:t>
      </w:r>
      <w:r w:rsidR="0085747A" w:rsidRPr="000103D5">
        <w:rPr>
          <w:rFonts w:ascii="Corbel" w:hAnsi="Corbel"/>
          <w:smallCaps w:val="0"/>
          <w:szCs w:val="24"/>
        </w:rPr>
        <w:t>METODY I KRYTERIA OCENY</w:t>
      </w:r>
      <w:r w:rsidR="009F4610" w:rsidRPr="000103D5">
        <w:rPr>
          <w:rFonts w:ascii="Corbel" w:hAnsi="Corbel"/>
          <w:smallCaps w:val="0"/>
          <w:szCs w:val="24"/>
        </w:rPr>
        <w:t xml:space="preserve"> </w:t>
      </w:r>
    </w:p>
    <w:p w14:paraId="2BA226A1" w14:textId="77777777" w:rsidR="00923D7D" w:rsidRPr="000103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0103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03D5">
        <w:rPr>
          <w:rFonts w:ascii="Corbel" w:hAnsi="Corbel"/>
          <w:smallCaps w:val="0"/>
          <w:szCs w:val="24"/>
        </w:rPr>
        <w:t>uczenia się</w:t>
      </w:r>
    </w:p>
    <w:p w14:paraId="17AD93B2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5557"/>
        <w:gridCol w:w="1788"/>
      </w:tblGrid>
      <w:tr w:rsidR="0085747A" w:rsidRPr="000103D5" w14:paraId="5C3740EA" w14:textId="77777777" w:rsidTr="7EDDDDC7">
        <w:tc>
          <w:tcPr>
            <w:tcW w:w="2175" w:type="dxa"/>
            <w:vAlign w:val="center"/>
          </w:tcPr>
          <w:p w14:paraId="59C1A4F7" w14:textId="77777777" w:rsidR="0085747A" w:rsidRPr="000103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57" w:type="dxa"/>
            <w:vAlign w:val="center"/>
          </w:tcPr>
          <w:p w14:paraId="3AC1580F" w14:textId="36D4AEC4" w:rsidR="0085747A" w:rsidRPr="000103D5" w:rsidRDefault="00A84C85" w:rsidP="31B30B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1B30B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256DBA5" w:rsidRPr="31B30BB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0103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88" w:type="dxa"/>
            <w:vAlign w:val="center"/>
          </w:tcPr>
          <w:p w14:paraId="4DA5CD06" w14:textId="77777777" w:rsidR="00923D7D" w:rsidRPr="000103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103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83A63" w:rsidRPr="000103D5" w14:paraId="7168E177" w14:textId="77777777" w:rsidTr="7EDDDDC7">
        <w:tc>
          <w:tcPr>
            <w:tcW w:w="2175" w:type="dxa"/>
            <w:vAlign w:val="center"/>
          </w:tcPr>
          <w:p w14:paraId="4EEBB90D" w14:textId="77777777" w:rsidR="00783A63" w:rsidRPr="000103D5" w:rsidRDefault="00AD629D" w:rsidP="00AD6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03D5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57" w:type="dxa"/>
            <w:vAlign w:val="center"/>
          </w:tcPr>
          <w:p w14:paraId="4E0D8DF5" w14:textId="77777777" w:rsidR="00783A63" w:rsidRPr="000103D5" w:rsidRDefault="00783A63" w:rsidP="000A1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E1ACAA6" w14:textId="77777777" w:rsidR="00783A63" w:rsidRPr="000103D5" w:rsidRDefault="00783A63" w:rsidP="000A1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432EC458" w14:textId="4DFD2A68" w:rsidR="00783A63" w:rsidRPr="000103D5" w:rsidRDefault="06BC15F6" w:rsidP="7EDDDDC7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7EDDDDC7">
              <w:rPr>
                <w:rFonts w:ascii="Corbel" w:hAnsi="Corbel"/>
                <w:b w:val="0"/>
              </w:rPr>
              <w:t>Konw.</w:t>
            </w:r>
          </w:p>
        </w:tc>
      </w:tr>
      <w:tr w:rsidR="00012CDC" w:rsidRPr="000103D5" w14:paraId="05067DB7" w14:textId="77777777" w:rsidTr="7EDDDDC7">
        <w:tc>
          <w:tcPr>
            <w:tcW w:w="2175" w:type="dxa"/>
            <w:vAlign w:val="center"/>
          </w:tcPr>
          <w:p w14:paraId="69FEFE27" w14:textId="77777777" w:rsidR="00012CDC" w:rsidRPr="000103D5" w:rsidRDefault="00012CDC" w:rsidP="00012CD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03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57" w:type="dxa"/>
            <w:vAlign w:val="center"/>
          </w:tcPr>
          <w:p w14:paraId="2D50CC7C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4510FEB3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3A85CC24" w14:textId="1F71646C" w:rsidR="00012CDC" w:rsidRPr="000103D5" w:rsidRDefault="7598E5C5" w:rsidP="7EDDDDC7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7EDDDDC7">
              <w:rPr>
                <w:rFonts w:ascii="Corbel" w:hAnsi="Corbel"/>
                <w:b w:val="0"/>
              </w:rPr>
              <w:t>Konw.</w:t>
            </w:r>
          </w:p>
        </w:tc>
      </w:tr>
      <w:tr w:rsidR="00012CDC" w:rsidRPr="000103D5" w14:paraId="31926656" w14:textId="77777777" w:rsidTr="7EDDDDC7">
        <w:tc>
          <w:tcPr>
            <w:tcW w:w="2175" w:type="dxa"/>
            <w:vAlign w:val="center"/>
          </w:tcPr>
          <w:p w14:paraId="002D746F" w14:textId="77777777" w:rsidR="00012CDC" w:rsidRPr="000103D5" w:rsidRDefault="00012CDC" w:rsidP="00012CD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03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57" w:type="dxa"/>
            <w:vAlign w:val="center"/>
          </w:tcPr>
          <w:p w14:paraId="4DE46190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30A6FD3A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6730A948" w14:textId="50D60C1D" w:rsidR="00012CDC" w:rsidRPr="000103D5" w:rsidRDefault="7DBB84D3" w:rsidP="7EDDDDC7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7EDDDDC7">
              <w:rPr>
                <w:rFonts w:ascii="Corbel" w:hAnsi="Corbel"/>
                <w:b w:val="0"/>
              </w:rPr>
              <w:t>Konw.</w:t>
            </w:r>
          </w:p>
        </w:tc>
      </w:tr>
      <w:tr w:rsidR="00012CDC" w:rsidRPr="000103D5" w14:paraId="24618E8B" w14:textId="77777777" w:rsidTr="7EDDDDC7">
        <w:tc>
          <w:tcPr>
            <w:tcW w:w="2175" w:type="dxa"/>
            <w:vAlign w:val="center"/>
          </w:tcPr>
          <w:p w14:paraId="5990E71B" w14:textId="77777777" w:rsidR="00012CDC" w:rsidRPr="000103D5" w:rsidRDefault="00012CDC" w:rsidP="00012CDC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03D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57" w:type="dxa"/>
            <w:vAlign w:val="center"/>
          </w:tcPr>
          <w:p w14:paraId="1B7DD3A9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EC376A6" w14:textId="77777777" w:rsidR="00012CDC" w:rsidRPr="000103D5" w:rsidRDefault="00012CDC" w:rsidP="00012C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2FEF6B73" w14:textId="67462E81" w:rsidR="00012CDC" w:rsidRPr="000103D5" w:rsidRDefault="34E5365B" w:rsidP="7EDDDDC7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zCs w:val="24"/>
              </w:rPr>
            </w:pPr>
            <w:r w:rsidRPr="7EDDDDC7">
              <w:rPr>
                <w:rFonts w:ascii="Corbel" w:hAnsi="Corbel"/>
                <w:b w:val="0"/>
              </w:rPr>
              <w:t>Konw.</w:t>
            </w:r>
          </w:p>
        </w:tc>
      </w:tr>
    </w:tbl>
    <w:p w14:paraId="0DE4B5B7" w14:textId="77777777" w:rsidR="00923D7D" w:rsidRPr="000103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0103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4.2 </w:t>
      </w:r>
      <w:r w:rsidR="0085747A" w:rsidRPr="000103D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03D5">
        <w:rPr>
          <w:rFonts w:ascii="Corbel" w:hAnsi="Corbel"/>
          <w:smallCaps w:val="0"/>
          <w:szCs w:val="24"/>
        </w:rPr>
        <w:t xml:space="preserve"> </w:t>
      </w:r>
    </w:p>
    <w:p w14:paraId="66204FF1" w14:textId="77777777" w:rsidR="00923D7D" w:rsidRPr="000103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03D5" w14:paraId="2A5A9BBF" w14:textId="77777777" w:rsidTr="7EDDDDC7">
        <w:tc>
          <w:tcPr>
            <w:tcW w:w="9670" w:type="dxa"/>
          </w:tcPr>
          <w:p w14:paraId="2DBF0D7D" w14:textId="77777777" w:rsidR="00A30BF7" w:rsidRPr="000103D5" w:rsidRDefault="00A30BF7" w:rsidP="006F189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12115D76" w14:textId="77777777" w:rsidR="006F1897" w:rsidRPr="000103D5" w:rsidRDefault="00A30BF7" w:rsidP="006F1897">
            <w:pPr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color w:val="000000"/>
                <w:sz w:val="24"/>
                <w:szCs w:val="24"/>
              </w:rPr>
            </w:pPr>
            <w:r w:rsidRPr="000103D5">
              <w:rPr>
                <w:rFonts w:ascii="Corbel" w:eastAsia="Cambria" w:hAnsi="Corbel"/>
                <w:sz w:val="24"/>
                <w:szCs w:val="24"/>
              </w:rPr>
              <w:t>K</w:t>
            </w:r>
            <w:r w:rsidR="006F1897" w:rsidRPr="000103D5">
              <w:rPr>
                <w:rFonts w:ascii="Corbel" w:eastAsia="Cambria" w:hAnsi="Corbel"/>
                <w:sz w:val="24"/>
                <w:szCs w:val="24"/>
              </w:rPr>
              <w:t xml:space="preserve">olokwium - </w:t>
            </w:r>
            <w:r w:rsidR="006F1897" w:rsidRPr="000103D5">
              <w:rPr>
                <w:rFonts w:ascii="Corbel" w:eastAsia="Cambria" w:hAnsi="Corbel"/>
                <w:bCs/>
                <w:iCs/>
                <w:color w:val="000000"/>
                <w:sz w:val="24"/>
                <w:szCs w:val="24"/>
              </w:rPr>
              <w:t xml:space="preserve">praca pisemna (pytania testowe wraz z pytaniami opisowymi) obejmująca zakresem tematykę ćwiczeń audytoryjnych. </w:t>
            </w:r>
          </w:p>
          <w:p w14:paraId="6B62F1B3" w14:textId="77777777" w:rsidR="00A30BF7" w:rsidRPr="000103D5" w:rsidRDefault="00A3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9E5D1A" w14:textId="77777777" w:rsidR="0085747A" w:rsidRPr="000103D5" w:rsidRDefault="006F1897" w:rsidP="00783A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A30BF7" w:rsidRPr="000103D5">
              <w:rPr>
                <w:rFonts w:ascii="Corbel" w:hAnsi="Corbel"/>
                <w:b w:val="0"/>
                <w:smallCaps w:val="0"/>
                <w:szCs w:val="24"/>
              </w:rPr>
              <w:t>uzasadnionych</w:t>
            </w: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0BF7" w:rsidRPr="000103D5">
              <w:rPr>
                <w:rFonts w:ascii="Corbel" w:hAnsi="Corbel"/>
                <w:b w:val="0"/>
                <w:smallCaps w:val="0"/>
                <w:szCs w:val="24"/>
              </w:rPr>
              <w:t>wypadkach</w:t>
            </w: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 dopuszcza się formę </w:t>
            </w:r>
            <w:r w:rsidR="00A30BF7" w:rsidRPr="000103D5">
              <w:rPr>
                <w:rFonts w:ascii="Corbel" w:hAnsi="Corbel"/>
                <w:b w:val="0"/>
                <w:smallCaps w:val="0"/>
                <w:szCs w:val="24"/>
              </w:rPr>
              <w:t>ustną</w:t>
            </w:r>
            <w:r w:rsidR="00783A63" w:rsidRPr="000103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2F2C34E" w14:textId="77777777" w:rsidR="00783A63" w:rsidRPr="000103D5" w:rsidRDefault="00783A63" w:rsidP="00783A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0A4E5D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103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03D5">
        <w:rPr>
          <w:rFonts w:ascii="Corbel" w:hAnsi="Corbel"/>
          <w:b/>
          <w:sz w:val="24"/>
          <w:szCs w:val="24"/>
        </w:rPr>
        <w:t xml:space="preserve">5. </w:t>
      </w:r>
      <w:r w:rsidR="00C61DC5" w:rsidRPr="000103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219836" w14:textId="77777777" w:rsidR="0085747A" w:rsidRPr="000103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0103D5" w14:paraId="63D9DE79" w14:textId="77777777" w:rsidTr="64A2775D">
        <w:tc>
          <w:tcPr>
            <w:tcW w:w="4962" w:type="dxa"/>
            <w:vAlign w:val="center"/>
          </w:tcPr>
          <w:p w14:paraId="4C452BB7" w14:textId="77777777" w:rsidR="0085747A" w:rsidRPr="000103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03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103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103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103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03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103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103D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103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103D5" w14:paraId="2525C4BC" w14:textId="77777777" w:rsidTr="64A2775D">
        <w:tc>
          <w:tcPr>
            <w:tcW w:w="4962" w:type="dxa"/>
          </w:tcPr>
          <w:p w14:paraId="765A5D29" w14:textId="1BCA9C88" w:rsidR="0085747A" w:rsidRPr="000103D5" w:rsidRDefault="00C61DC5" w:rsidP="6BCCF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4A2775D">
              <w:rPr>
                <w:rFonts w:ascii="Corbel" w:hAnsi="Corbel"/>
                <w:sz w:val="24"/>
                <w:szCs w:val="24"/>
              </w:rPr>
              <w:t>G</w:t>
            </w:r>
            <w:r w:rsidR="0085747A" w:rsidRPr="64A2775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4A2775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4A2775D">
              <w:rPr>
                <w:rFonts w:ascii="Corbel" w:hAnsi="Corbel"/>
                <w:sz w:val="24"/>
                <w:szCs w:val="24"/>
              </w:rPr>
              <w:t xml:space="preserve"> w</w:t>
            </w:r>
            <w:r w:rsidRPr="64A2775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64A2775D">
              <w:rPr>
                <w:rFonts w:ascii="Corbel" w:hAnsi="Corbel"/>
                <w:sz w:val="24"/>
                <w:szCs w:val="24"/>
              </w:rPr>
              <w:t xml:space="preserve"> z</w:t>
            </w:r>
            <w:r w:rsidR="1FE37CEA" w:rsidRPr="64A277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B68F3" w:rsidRPr="64A2775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64A2775D">
              <w:rPr>
                <w:rFonts w:ascii="Corbel" w:hAnsi="Corbel"/>
                <w:sz w:val="24"/>
                <w:szCs w:val="24"/>
              </w:rPr>
              <w:t xml:space="preserve"> </w:t>
            </w:r>
            <w:r w:rsidRPr="64A2775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377C821B" w14:textId="3EBAC776" w:rsidR="0085747A" w:rsidRPr="000103D5" w:rsidRDefault="6A21AAE5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BCCF0CE">
              <w:rPr>
                <w:rFonts w:ascii="Corbel" w:hAnsi="Corbel"/>
                <w:sz w:val="24"/>
                <w:szCs w:val="24"/>
              </w:rPr>
              <w:t>2</w:t>
            </w:r>
            <w:r w:rsidR="2B2BD573" w:rsidRPr="6BCCF0CE">
              <w:rPr>
                <w:rFonts w:ascii="Corbel" w:hAnsi="Corbel"/>
                <w:sz w:val="24"/>
                <w:szCs w:val="24"/>
              </w:rPr>
              <w:t xml:space="preserve">0 </w:t>
            </w:r>
          </w:p>
        </w:tc>
      </w:tr>
      <w:tr w:rsidR="00C61DC5" w:rsidRPr="000103D5" w14:paraId="75BBCC43" w14:textId="77777777" w:rsidTr="64A2775D">
        <w:tc>
          <w:tcPr>
            <w:tcW w:w="4962" w:type="dxa"/>
          </w:tcPr>
          <w:p w14:paraId="61BA0769" w14:textId="77777777" w:rsidR="00C61DC5" w:rsidRPr="000103D5" w:rsidRDefault="00C61DC5" w:rsidP="6BCCF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CCF0C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49ABEFC1" w14:textId="77777777" w:rsidR="00C61DC5" w:rsidRPr="000103D5" w:rsidRDefault="00C61DC5" w:rsidP="6BCCF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CCF0C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0A96135C" w14:textId="3AC94534" w:rsidR="0055306D" w:rsidRPr="000103D5" w:rsidRDefault="00AD629D" w:rsidP="00A30BF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6BCCF0CE">
              <w:rPr>
                <w:rFonts w:ascii="Corbel" w:hAnsi="Corbel"/>
                <w:sz w:val="24"/>
                <w:szCs w:val="24"/>
              </w:rPr>
              <w:t>2</w:t>
            </w:r>
            <w:r w:rsidR="6CDC157A" w:rsidRPr="6BCCF0CE">
              <w:rPr>
                <w:rFonts w:ascii="Corbel" w:hAnsi="Corbel"/>
                <w:sz w:val="24"/>
                <w:szCs w:val="24"/>
              </w:rPr>
              <w:t>0</w:t>
            </w:r>
            <w:r w:rsidR="4B9A6BAE" w:rsidRPr="6BCCF0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96FEF7D" w14:textId="77777777" w:rsidR="00C61DC5" w:rsidRPr="000103D5" w:rsidRDefault="00C61DC5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0103D5" w14:paraId="7C64C803" w14:textId="77777777" w:rsidTr="64A2775D">
        <w:tc>
          <w:tcPr>
            <w:tcW w:w="4962" w:type="dxa"/>
          </w:tcPr>
          <w:p w14:paraId="7660431A" w14:textId="77777777" w:rsidR="0071620A" w:rsidRPr="000103D5" w:rsidRDefault="00C61DC5" w:rsidP="6BCCF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CCF0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0103D5" w:rsidRDefault="00C61DC5" w:rsidP="6BCCF0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CCF0C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3630A531" w14:textId="49AA9044" w:rsidR="0055306D" w:rsidRPr="000103D5" w:rsidRDefault="6A21AAE5" w:rsidP="00A30BF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6BCCF0CE">
              <w:rPr>
                <w:rFonts w:ascii="Corbel" w:hAnsi="Corbel"/>
                <w:sz w:val="24"/>
                <w:szCs w:val="24"/>
              </w:rPr>
              <w:t>4</w:t>
            </w:r>
            <w:r w:rsidR="6CDC157A" w:rsidRPr="6BCCF0CE">
              <w:rPr>
                <w:rFonts w:ascii="Corbel" w:hAnsi="Corbel"/>
                <w:sz w:val="24"/>
                <w:szCs w:val="24"/>
              </w:rPr>
              <w:t>0</w:t>
            </w:r>
            <w:r w:rsidR="4B9A6BAE" w:rsidRPr="6BCCF0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194DBDC" w14:textId="77777777" w:rsidR="00C61DC5" w:rsidRPr="000103D5" w:rsidRDefault="00C61DC5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103D5" w14:paraId="03639AFE" w14:textId="77777777" w:rsidTr="64A2775D">
        <w:tc>
          <w:tcPr>
            <w:tcW w:w="4962" w:type="dxa"/>
          </w:tcPr>
          <w:p w14:paraId="3D4B2727" w14:textId="77777777" w:rsidR="0085747A" w:rsidRPr="000103D5" w:rsidRDefault="0085747A" w:rsidP="003B68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F8EA849" w14:textId="77777777" w:rsidR="0085747A" w:rsidRPr="000103D5" w:rsidRDefault="00AD629D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8</w:t>
            </w:r>
            <w:r w:rsidR="00F32FEB" w:rsidRPr="000103D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0103D5" w14:paraId="42922784" w14:textId="77777777" w:rsidTr="64A2775D">
        <w:tc>
          <w:tcPr>
            <w:tcW w:w="4962" w:type="dxa"/>
          </w:tcPr>
          <w:p w14:paraId="5FD1C35E" w14:textId="77777777" w:rsidR="0085747A" w:rsidRPr="000103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03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A036E3D" w14:textId="77777777" w:rsidR="0085747A" w:rsidRPr="000103D5" w:rsidRDefault="00F32FEB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03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0103D5" w:rsidRDefault="00923D7D" w:rsidP="00F32FEB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0103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03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CD245A" w14:textId="77777777" w:rsidR="003E1941" w:rsidRPr="000103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0103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6. </w:t>
      </w:r>
      <w:r w:rsidR="0085747A" w:rsidRPr="000103D5">
        <w:rPr>
          <w:rFonts w:ascii="Corbel" w:hAnsi="Corbel"/>
          <w:smallCaps w:val="0"/>
          <w:szCs w:val="24"/>
        </w:rPr>
        <w:t>PRAKTY</w:t>
      </w:r>
      <w:r w:rsidR="003B68F3" w:rsidRPr="000103D5">
        <w:rPr>
          <w:rFonts w:ascii="Corbel" w:hAnsi="Corbel"/>
          <w:smallCaps w:val="0"/>
          <w:szCs w:val="24"/>
        </w:rPr>
        <w:t>KI ZAWODOWE W RAMACH PRZEDMIOTU</w:t>
      </w:r>
      <w:r w:rsidRPr="000103D5">
        <w:rPr>
          <w:rFonts w:ascii="Corbel" w:hAnsi="Corbel"/>
          <w:smallCaps w:val="0"/>
          <w:szCs w:val="24"/>
        </w:rPr>
        <w:t xml:space="preserve"> </w:t>
      </w:r>
    </w:p>
    <w:p w14:paraId="1231BE67" w14:textId="77777777" w:rsidR="0085747A" w:rsidRPr="000103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103D5" w14:paraId="146D6691" w14:textId="77777777" w:rsidTr="6BCCF0CE">
        <w:trPr>
          <w:trHeight w:val="397"/>
        </w:trPr>
        <w:tc>
          <w:tcPr>
            <w:tcW w:w="3544" w:type="dxa"/>
          </w:tcPr>
          <w:p w14:paraId="55E98D25" w14:textId="77777777" w:rsidR="0085747A" w:rsidRPr="000103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36FEB5B0" w14:textId="644E8465" w:rsidR="0085747A" w:rsidRPr="000103D5" w:rsidRDefault="22515E2F" w:rsidP="6BCCF0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BCCF0CE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0103D5" w14:paraId="05EFD703" w14:textId="77777777" w:rsidTr="6BCCF0CE">
        <w:trPr>
          <w:trHeight w:val="397"/>
        </w:trPr>
        <w:tc>
          <w:tcPr>
            <w:tcW w:w="3544" w:type="dxa"/>
          </w:tcPr>
          <w:p w14:paraId="7C3ADC5D" w14:textId="77777777" w:rsidR="0085747A" w:rsidRPr="000103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03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30D7AA69" w14:textId="3B045F1E" w:rsidR="0085747A" w:rsidRPr="000103D5" w:rsidRDefault="19C1278F" w:rsidP="6BCCF0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CCF0CE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7196D064" w14:textId="77777777" w:rsidR="003E1941" w:rsidRPr="000103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103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03D5">
        <w:rPr>
          <w:rFonts w:ascii="Corbel" w:hAnsi="Corbel"/>
          <w:smallCaps w:val="0"/>
          <w:szCs w:val="24"/>
        </w:rPr>
        <w:t xml:space="preserve">7. </w:t>
      </w:r>
      <w:r w:rsidR="0085747A" w:rsidRPr="000103D5">
        <w:rPr>
          <w:rFonts w:ascii="Corbel" w:hAnsi="Corbel"/>
          <w:smallCaps w:val="0"/>
          <w:szCs w:val="24"/>
        </w:rPr>
        <w:t>LITERATURA</w:t>
      </w:r>
      <w:r w:rsidRPr="000103D5">
        <w:rPr>
          <w:rFonts w:ascii="Corbel" w:hAnsi="Corbel"/>
          <w:smallCaps w:val="0"/>
          <w:szCs w:val="24"/>
        </w:rPr>
        <w:t xml:space="preserve"> </w:t>
      </w:r>
    </w:p>
    <w:p w14:paraId="34FF1C98" w14:textId="77777777" w:rsidR="00675843" w:rsidRPr="000103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103D5" w14:paraId="5C270D1F" w14:textId="77777777" w:rsidTr="31B30BB8">
        <w:trPr>
          <w:trHeight w:val="397"/>
        </w:trPr>
        <w:tc>
          <w:tcPr>
            <w:tcW w:w="7513" w:type="dxa"/>
          </w:tcPr>
          <w:p w14:paraId="0D317C7E" w14:textId="77777777" w:rsidR="0055306D" w:rsidRPr="000103D5" w:rsidRDefault="0085747A" w:rsidP="6BCCF0CE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6BCCF0CE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  <w:r w:rsidR="4B9A6BAE" w:rsidRPr="6BCCF0CE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 </w:t>
            </w:r>
          </w:p>
          <w:p w14:paraId="6D072C0D" w14:textId="77777777" w:rsidR="00187745" w:rsidRPr="000103D5" w:rsidRDefault="00187745" w:rsidP="001877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545D265C" w14:textId="77777777" w:rsidR="0085747A" w:rsidRPr="000103D5" w:rsidRDefault="00187745" w:rsidP="001877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103D5">
              <w:rPr>
                <w:rFonts w:ascii="Corbel" w:eastAsia="Cambria" w:hAnsi="Corbel"/>
                <w:sz w:val="24"/>
                <w:szCs w:val="24"/>
              </w:rPr>
              <w:t xml:space="preserve">K. Sójka-Zielińska, </w:t>
            </w:r>
            <w:r w:rsidRPr="000103D5">
              <w:rPr>
                <w:rFonts w:ascii="Corbel" w:eastAsia="Cambria" w:hAnsi="Corbel"/>
                <w:i/>
                <w:sz w:val="24"/>
                <w:szCs w:val="24"/>
              </w:rPr>
              <w:t>Historia prawa</w:t>
            </w:r>
            <w:r w:rsidRPr="000103D5">
              <w:rPr>
                <w:rFonts w:ascii="Corbel" w:eastAsia="Cambria" w:hAnsi="Corbel"/>
                <w:sz w:val="24"/>
                <w:szCs w:val="24"/>
              </w:rPr>
              <w:t>, Warszawa 2009</w:t>
            </w:r>
          </w:p>
          <w:p w14:paraId="48A21919" w14:textId="77777777" w:rsidR="00187745" w:rsidRPr="000103D5" w:rsidRDefault="00187745" w:rsidP="0018774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</w:p>
        </w:tc>
      </w:tr>
      <w:tr w:rsidR="0085747A" w:rsidRPr="000103D5" w14:paraId="546D6390" w14:textId="77777777" w:rsidTr="31B30BB8">
        <w:trPr>
          <w:trHeight w:val="397"/>
        </w:trPr>
        <w:tc>
          <w:tcPr>
            <w:tcW w:w="7513" w:type="dxa"/>
          </w:tcPr>
          <w:p w14:paraId="1616B1D9" w14:textId="77777777" w:rsidR="00BA0FFF" w:rsidRPr="000103D5" w:rsidRDefault="0085747A" w:rsidP="6BCCF0CE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BCCF0CE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6BD18F9B" w14:textId="77777777" w:rsidR="00BA0FFF" w:rsidRPr="000103D5" w:rsidRDefault="00BA0FFF" w:rsidP="00BA0FF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12DD224" w14:textId="6A09FDC0" w:rsidR="00187745" w:rsidRPr="000103D5" w:rsidRDefault="4E4C2FCC" w:rsidP="6BCCF0CE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31B30BB8">
              <w:rPr>
                <w:rFonts w:ascii="Corbel" w:eastAsia="Cambria" w:hAnsi="Corbel"/>
                <w:sz w:val="24"/>
                <w:szCs w:val="24"/>
              </w:rPr>
              <w:t xml:space="preserve">W. Dajczak, T. Giaro, F. Longchamps de Berier, </w:t>
            </w:r>
            <w:r w:rsidRPr="31B30BB8">
              <w:rPr>
                <w:rFonts w:ascii="Corbel" w:eastAsia="Cambria" w:hAnsi="Corbel"/>
                <w:i/>
                <w:iCs/>
                <w:sz w:val="24"/>
                <w:szCs w:val="24"/>
              </w:rPr>
              <w:t>Prawo rzymskie. U</w:t>
            </w:r>
            <w:r w:rsidR="2CCAE2A4" w:rsidRPr="31B30BB8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 </w:t>
            </w:r>
            <w:r w:rsidRPr="31B30BB8">
              <w:rPr>
                <w:rFonts w:ascii="Corbel" w:eastAsia="Cambria" w:hAnsi="Corbel"/>
                <w:i/>
                <w:iCs/>
                <w:sz w:val="24"/>
                <w:szCs w:val="24"/>
              </w:rPr>
              <w:t>podstaw prawa prywatnego</w:t>
            </w:r>
            <w:r w:rsidRPr="31B30BB8">
              <w:rPr>
                <w:rFonts w:ascii="Corbel" w:eastAsia="Cambria" w:hAnsi="Corbel"/>
                <w:sz w:val="24"/>
                <w:szCs w:val="24"/>
              </w:rPr>
              <w:t>, Warszawa 2014.</w:t>
            </w:r>
          </w:p>
          <w:p w14:paraId="238601FE" w14:textId="77777777" w:rsidR="0085747A" w:rsidRPr="000103D5" w:rsidRDefault="0085747A" w:rsidP="00187745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i/>
                <w:smallCaps/>
                <w:color w:val="000000"/>
                <w:szCs w:val="24"/>
              </w:rPr>
            </w:pPr>
          </w:p>
        </w:tc>
      </w:tr>
    </w:tbl>
    <w:p w14:paraId="5B08B5D1" w14:textId="77777777" w:rsidR="0085747A" w:rsidRPr="000103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03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103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03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35222" w14:textId="77777777" w:rsidR="00F271B7" w:rsidRDefault="00F271B7" w:rsidP="00C16ABF">
      <w:pPr>
        <w:spacing w:after="0" w:line="240" w:lineRule="auto"/>
      </w:pPr>
      <w:r>
        <w:separator/>
      </w:r>
    </w:p>
  </w:endnote>
  <w:endnote w:type="continuationSeparator" w:id="0">
    <w:p w14:paraId="57BDBB17" w14:textId="77777777" w:rsidR="00F271B7" w:rsidRDefault="00F271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567C2" w14:textId="77777777" w:rsidR="00F271B7" w:rsidRDefault="00F271B7" w:rsidP="00C16ABF">
      <w:pPr>
        <w:spacing w:after="0" w:line="240" w:lineRule="auto"/>
      </w:pPr>
      <w:r>
        <w:separator/>
      </w:r>
    </w:p>
  </w:footnote>
  <w:footnote w:type="continuationSeparator" w:id="0">
    <w:p w14:paraId="0CB47F8C" w14:textId="77777777" w:rsidR="00F271B7" w:rsidRDefault="00F271B7" w:rsidP="00C16ABF">
      <w:pPr>
        <w:spacing w:after="0" w:line="240" w:lineRule="auto"/>
      </w:pPr>
      <w:r>
        <w:continuationSeparator/>
      </w:r>
    </w:p>
  </w:footnote>
  <w:footnote w:id="1">
    <w:p w14:paraId="4A78144E" w14:textId="77777777" w:rsidR="0075495E" w:rsidRDefault="0075495E" w:rsidP="0075495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06C4E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236556"/>
    <w:multiLevelType w:val="hybridMultilevel"/>
    <w:tmpl w:val="B5B0DA18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31FAB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1501771">
    <w:abstractNumId w:val="1"/>
  </w:num>
  <w:num w:numId="2" w16cid:durableId="144010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8119725">
    <w:abstractNumId w:val="3"/>
  </w:num>
  <w:num w:numId="4" w16cid:durableId="1341346956">
    <w:abstractNumId w:val="0"/>
  </w:num>
  <w:num w:numId="5" w16cid:durableId="21859450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03D5"/>
    <w:rsid w:val="00012CDC"/>
    <w:rsid w:val="00015B8F"/>
    <w:rsid w:val="00022ECE"/>
    <w:rsid w:val="000319BE"/>
    <w:rsid w:val="00042A51"/>
    <w:rsid w:val="00042D2E"/>
    <w:rsid w:val="00044C82"/>
    <w:rsid w:val="0006456E"/>
    <w:rsid w:val="00070ED6"/>
    <w:rsid w:val="000742DC"/>
    <w:rsid w:val="00082B10"/>
    <w:rsid w:val="00084C12"/>
    <w:rsid w:val="0009462C"/>
    <w:rsid w:val="00094B12"/>
    <w:rsid w:val="00096C46"/>
    <w:rsid w:val="000A1130"/>
    <w:rsid w:val="000A296F"/>
    <w:rsid w:val="000A2A28"/>
    <w:rsid w:val="000B192D"/>
    <w:rsid w:val="000B28EE"/>
    <w:rsid w:val="000B3E37"/>
    <w:rsid w:val="000C6B62"/>
    <w:rsid w:val="000D04B0"/>
    <w:rsid w:val="000F1C57"/>
    <w:rsid w:val="000F5615"/>
    <w:rsid w:val="000F63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745"/>
    <w:rsid w:val="00192F37"/>
    <w:rsid w:val="001A23C8"/>
    <w:rsid w:val="001A70D2"/>
    <w:rsid w:val="001C52E4"/>
    <w:rsid w:val="001D657B"/>
    <w:rsid w:val="001D7B54"/>
    <w:rsid w:val="001E0209"/>
    <w:rsid w:val="001E5335"/>
    <w:rsid w:val="001F2CA2"/>
    <w:rsid w:val="001F4505"/>
    <w:rsid w:val="001F497A"/>
    <w:rsid w:val="00200776"/>
    <w:rsid w:val="002144C0"/>
    <w:rsid w:val="0022477D"/>
    <w:rsid w:val="002278A9"/>
    <w:rsid w:val="002336F9"/>
    <w:rsid w:val="0024028F"/>
    <w:rsid w:val="00244ABC"/>
    <w:rsid w:val="00275BE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9DE"/>
    <w:rsid w:val="003018BA"/>
    <w:rsid w:val="0030395F"/>
    <w:rsid w:val="00305C92"/>
    <w:rsid w:val="003151C5"/>
    <w:rsid w:val="0031667D"/>
    <w:rsid w:val="003343CF"/>
    <w:rsid w:val="00346FE9"/>
    <w:rsid w:val="0034734A"/>
    <w:rsid w:val="0034759A"/>
    <w:rsid w:val="003503F6"/>
    <w:rsid w:val="003530DD"/>
    <w:rsid w:val="00363F78"/>
    <w:rsid w:val="003A0A5B"/>
    <w:rsid w:val="003A1176"/>
    <w:rsid w:val="003B612C"/>
    <w:rsid w:val="003B68F3"/>
    <w:rsid w:val="003C0BAE"/>
    <w:rsid w:val="003D18A9"/>
    <w:rsid w:val="003D6CE2"/>
    <w:rsid w:val="003E1941"/>
    <w:rsid w:val="003E2FE6"/>
    <w:rsid w:val="003E49D5"/>
    <w:rsid w:val="003E7F1E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11"/>
    <w:rsid w:val="0047598D"/>
    <w:rsid w:val="004840FD"/>
    <w:rsid w:val="00490F7D"/>
    <w:rsid w:val="00491678"/>
    <w:rsid w:val="004968E2"/>
    <w:rsid w:val="004A3EEA"/>
    <w:rsid w:val="004A4D1F"/>
    <w:rsid w:val="004D5282"/>
    <w:rsid w:val="004D7E19"/>
    <w:rsid w:val="004F1551"/>
    <w:rsid w:val="004F55A3"/>
    <w:rsid w:val="0050496F"/>
    <w:rsid w:val="00513B6F"/>
    <w:rsid w:val="00517C63"/>
    <w:rsid w:val="005363C4"/>
    <w:rsid w:val="00536BDE"/>
    <w:rsid w:val="00543ACC"/>
    <w:rsid w:val="0054455A"/>
    <w:rsid w:val="0055306D"/>
    <w:rsid w:val="0056696D"/>
    <w:rsid w:val="005811FF"/>
    <w:rsid w:val="00593FC6"/>
    <w:rsid w:val="0059484D"/>
    <w:rsid w:val="005A0855"/>
    <w:rsid w:val="005A3196"/>
    <w:rsid w:val="005A3AA0"/>
    <w:rsid w:val="005C080F"/>
    <w:rsid w:val="005C52E2"/>
    <w:rsid w:val="005C55E5"/>
    <w:rsid w:val="005C696A"/>
    <w:rsid w:val="005E6E85"/>
    <w:rsid w:val="005F31D2"/>
    <w:rsid w:val="0061029B"/>
    <w:rsid w:val="00617230"/>
    <w:rsid w:val="00621CE1"/>
    <w:rsid w:val="0062663C"/>
    <w:rsid w:val="00627FC9"/>
    <w:rsid w:val="00647FA8"/>
    <w:rsid w:val="00650C5F"/>
    <w:rsid w:val="00654934"/>
    <w:rsid w:val="006620D9"/>
    <w:rsid w:val="00671958"/>
    <w:rsid w:val="00675843"/>
    <w:rsid w:val="00691214"/>
    <w:rsid w:val="00696477"/>
    <w:rsid w:val="006D050F"/>
    <w:rsid w:val="006D6139"/>
    <w:rsid w:val="006E5D65"/>
    <w:rsid w:val="006F1282"/>
    <w:rsid w:val="006F1897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0DC"/>
    <w:rsid w:val="00745302"/>
    <w:rsid w:val="007461D6"/>
    <w:rsid w:val="00746EC8"/>
    <w:rsid w:val="0075495E"/>
    <w:rsid w:val="00762B93"/>
    <w:rsid w:val="00763BF1"/>
    <w:rsid w:val="00766FD4"/>
    <w:rsid w:val="007760DB"/>
    <w:rsid w:val="0078168C"/>
    <w:rsid w:val="00783A63"/>
    <w:rsid w:val="00787C2A"/>
    <w:rsid w:val="00790E27"/>
    <w:rsid w:val="00796424"/>
    <w:rsid w:val="007A4022"/>
    <w:rsid w:val="007A6E6E"/>
    <w:rsid w:val="007B4B48"/>
    <w:rsid w:val="007C3299"/>
    <w:rsid w:val="007C3BCC"/>
    <w:rsid w:val="007C4546"/>
    <w:rsid w:val="007D6E56"/>
    <w:rsid w:val="007F4155"/>
    <w:rsid w:val="0081554D"/>
    <w:rsid w:val="0081707E"/>
    <w:rsid w:val="0084005C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944"/>
    <w:rsid w:val="00916188"/>
    <w:rsid w:val="00923D7D"/>
    <w:rsid w:val="009508DF"/>
    <w:rsid w:val="00950DAC"/>
    <w:rsid w:val="00954A07"/>
    <w:rsid w:val="00997F14"/>
    <w:rsid w:val="009A1A22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BF7"/>
    <w:rsid w:val="00A36899"/>
    <w:rsid w:val="00A371F6"/>
    <w:rsid w:val="00A43A6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B4D"/>
    <w:rsid w:val="00AD62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8DB"/>
    <w:rsid w:val="00B75946"/>
    <w:rsid w:val="00B8056E"/>
    <w:rsid w:val="00B819C8"/>
    <w:rsid w:val="00B82308"/>
    <w:rsid w:val="00B90885"/>
    <w:rsid w:val="00BA0FFF"/>
    <w:rsid w:val="00BB520A"/>
    <w:rsid w:val="00BD3869"/>
    <w:rsid w:val="00BD66E9"/>
    <w:rsid w:val="00BD6FF4"/>
    <w:rsid w:val="00BE0CF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89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E4D"/>
    <w:rsid w:val="00D8307A"/>
    <w:rsid w:val="00D8678B"/>
    <w:rsid w:val="00DA2114"/>
    <w:rsid w:val="00DA385A"/>
    <w:rsid w:val="00DA4BB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9E"/>
    <w:rsid w:val="00E47EC5"/>
    <w:rsid w:val="00E51E44"/>
    <w:rsid w:val="00E63348"/>
    <w:rsid w:val="00E75AE6"/>
    <w:rsid w:val="00E77E88"/>
    <w:rsid w:val="00E8107D"/>
    <w:rsid w:val="00E960BB"/>
    <w:rsid w:val="00EA069D"/>
    <w:rsid w:val="00EA2074"/>
    <w:rsid w:val="00EA4832"/>
    <w:rsid w:val="00EA4E9D"/>
    <w:rsid w:val="00EB31F8"/>
    <w:rsid w:val="00EC4899"/>
    <w:rsid w:val="00ED03AB"/>
    <w:rsid w:val="00ED32D2"/>
    <w:rsid w:val="00EE32DE"/>
    <w:rsid w:val="00EE5457"/>
    <w:rsid w:val="00EE63D1"/>
    <w:rsid w:val="00F070AB"/>
    <w:rsid w:val="00F1625B"/>
    <w:rsid w:val="00F17567"/>
    <w:rsid w:val="00F271B7"/>
    <w:rsid w:val="00F27A7B"/>
    <w:rsid w:val="00F32FEB"/>
    <w:rsid w:val="00F526AF"/>
    <w:rsid w:val="00F617C3"/>
    <w:rsid w:val="00F7066B"/>
    <w:rsid w:val="00F83B28"/>
    <w:rsid w:val="00F84AC8"/>
    <w:rsid w:val="00FA46E5"/>
    <w:rsid w:val="00FB7DBA"/>
    <w:rsid w:val="00FC1C25"/>
    <w:rsid w:val="00FC3F45"/>
    <w:rsid w:val="00FD503F"/>
    <w:rsid w:val="00FD7589"/>
    <w:rsid w:val="00FF016A"/>
    <w:rsid w:val="00FF1401"/>
    <w:rsid w:val="00FF59D1"/>
    <w:rsid w:val="00FF5E7D"/>
    <w:rsid w:val="0578BC08"/>
    <w:rsid w:val="06BC15F6"/>
    <w:rsid w:val="0922B35A"/>
    <w:rsid w:val="0B0C6A14"/>
    <w:rsid w:val="0C6B596B"/>
    <w:rsid w:val="12742D28"/>
    <w:rsid w:val="12B06D43"/>
    <w:rsid w:val="15478426"/>
    <w:rsid w:val="19C1278F"/>
    <w:rsid w:val="1FE37CEA"/>
    <w:rsid w:val="21AC2D0F"/>
    <w:rsid w:val="22515E2F"/>
    <w:rsid w:val="2256DBA5"/>
    <w:rsid w:val="2292A5A7"/>
    <w:rsid w:val="2347FD70"/>
    <w:rsid w:val="23BA5400"/>
    <w:rsid w:val="28569568"/>
    <w:rsid w:val="29017FFC"/>
    <w:rsid w:val="2B2BD573"/>
    <w:rsid w:val="2CCAE2A4"/>
    <w:rsid w:val="31B30BB8"/>
    <w:rsid w:val="3389C24B"/>
    <w:rsid w:val="339C2535"/>
    <w:rsid w:val="349D39B2"/>
    <w:rsid w:val="34E5365B"/>
    <w:rsid w:val="3501DF21"/>
    <w:rsid w:val="351A4A0B"/>
    <w:rsid w:val="396C268D"/>
    <w:rsid w:val="3D29DF1E"/>
    <w:rsid w:val="492A3E43"/>
    <w:rsid w:val="4AC60EA4"/>
    <w:rsid w:val="4B28BCCB"/>
    <w:rsid w:val="4B9A6BAE"/>
    <w:rsid w:val="4D037048"/>
    <w:rsid w:val="4E4C2FCC"/>
    <w:rsid w:val="54054BBD"/>
    <w:rsid w:val="5A19B3F4"/>
    <w:rsid w:val="5B391789"/>
    <w:rsid w:val="5DCA14BB"/>
    <w:rsid w:val="64351578"/>
    <w:rsid w:val="6447AA70"/>
    <w:rsid w:val="64A2775D"/>
    <w:rsid w:val="6A21AAE5"/>
    <w:rsid w:val="6BCCF0CE"/>
    <w:rsid w:val="6C1DC46B"/>
    <w:rsid w:val="6CDC157A"/>
    <w:rsid w:val="71157E3F"/>
    <w:rsid w:val="72D304E9"/>
    <w:rsid w:val="7598E5C5"/>
    <w:rsid w:val="779D2B02"/>
    <w:rsid w:val="78AC3D31"/>
    <w:rsid w:val="7D43BCEA"/>
    <w:rsid w:val="7DBB84D3"/>
    <w:rsid w:val="7E77A222"/>
    <w:rsid w:val="7EDDD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6C814"/>
  <w15:chartTrackingRefBased/>
  <w15:docId w15:val="{3225BC03-C47D-4B1E-82EE-36F9B75AB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530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55306D"/>
    <w:rPr>
      <w:rFonts w:eastAsia="Times New Roman"/>
      <w:b/>
      <w:bCs/>
      <w:kern w:val="3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0444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AFA8-38AF-4C9C-A57C-DD9547E0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724</Words>
  <Characters>4350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Przemysław Maj</cp:lastModifiedBy>
  <cp:revision>14</cp:revision>
  <cp:lastPrinted>2019-09-06T18:46:00Z</cp:lastPrinted>
  <dcterms:created xsi:type="dcterms:W3CDTF">2021-12-20T09:53:00Z</dcterms:created>
  <dcterms:modified xsi:type="dcterms:W3CDTF">2025-11-15T00:45:00Z</dcterms:modified>
</cp:coreProperties>
</file>